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D7C" w:rsidRDefault="00DD2D7C" w:rsidP="00DD2D7C">
      <w:pPr>
        <w:spacing w:after="0" w:line="240" w:lineRule="auto"/>
        <w:jc w:val="center"/>
        <w:rPr>
          <w:rFonts w:ascii="Century Gothic" w:eastAsia="Times New Roman" w:hAnsi="Century Gothic" w:cs="Arial"/>
          <w:b/>
          <w:color w:val="222222"/>
          <w:sz w:val="24"/>
          <w:szCs w:val="24"/>
          <w:lang w:eastAsia="en-CA"/>
        </w:rPr>
      </w:pPr>
      <w:r>
        <w:rPr>
          <w:rFonts w:ascii="Century Gothic" w:eastAsia="Times New Roman" w:hAnsi="Century Gothic" w:cs="Arial"/>
          <w:b/>
          <w:color w:val="222222"/>
          <w:sz w:val="24"/>
          <w:szCs w:val="24"/>
          <w:lang w:eastAsia="en-CA"/>
        </w:rPr>
        <w:t>Money and Youth</w:t>
      </w:r>
    </w:p>
    <w:p w:rsidR="00DD2D7C" w:rsidRDefault="00DD2D7C" w:rsidP="00DD2D7C">
      <w:pPr>
        <w:spacing w:after="0" w:line="240" w:lineRule="auto"/>
        <w:jc w:val="center"/>
        <w:rPr>
          <w:rFonts w:ascii="Century Gothic" w:eastAsia="Times New Roman" w:hAnsi="Century Gothic" w:cs="Arial"/>
          <w:b/>
          <w:color w:val="222222"/>
          <w:sz w:val="24"/>
          <w:szCs w:val="24"/>
          <w:lang w:eastAsia="en-CA"/>
        </w:rPr>
      </w:pPr>
      <w:r>
        <w:rPr>
          <w:rFonts w:ascii="Century Gothic" w:eastAsia="Times New Roman" w:hAnsi="Century Gothic" w:cs="Arial"/>
          <w:b/>
          <w:color w:val="222222"/>
          <w:sz w:val="24"/>
          <w:szCs w:val="24"/>
          <w:lang w:eastAsia="en-CA"/>
        </w:rPr>
        <w:t>Chapter 5 – Sources of Income Questions</w:t>
      </w:r>
    </w:p>
    <w:p w:rsidR="00DD2D7C" w:rsidRDefault="00DD2D7C" w:rsidP="00DD2D7C">
      <w:pPr>
        <w:spacing w:after="0" w:line="240" w:lineRule="auto"/>
        <w:jc w:val="center"/>
        <w:rPr>
          <w:rFonts w:ascii="Century Gothic" w:eastAsia="Times New Roman" w:hAnsi="Century Gothic" w:cs="Arial"/>
          <w:b/>
          <w:color w:val="222222"/>
          <w:sz w:val="24"/>
          <w:szCs w:val="24"/>
          <w:lang w:eastAsia="en-CA"/>
        </w:rPr>
      </w:pPr>
      <w:r>
        <w:rPr>
          <w:rFonts w:ascii="Century Gothic" w:eastAsia="Times New Roman" w:hAnsi="Century Gothic" w:cs="Arial"/>
          <w:b/>
          <w:color w:val="222222"/>
          <w:sz w:val="24"/>
          <w:szCs w:val="24"/>
          <w:lang w:eastAsia="en-CA"/>
        </w:rPr>
        <w:t>Page 43-56</w:t>
      </w:r>
    </w:p>
    <w:p w:rsidR="00DD2D7C" w:rsidRDefault="00DD2D7C" w:rsidP="00DD2D7C">
      <w:r>
        <w:t>Using the class discussion and your Money and Youth textbook answer the following questions:</w:t>
      </w:r>
    </w:p>
    <w:p w:rsidR="00DD2D7C" w:rsidRDefault="00DD2D7C" w:rsidP="00DD2D7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are 5 sources of Income?</w:t>
      </w:r>
    </w:p>
    <w:p w:rsidR="00DD2D7C" w:rsidRDefault="00DD2D7C" w:rsidP="00DD2D7C"/>
    <w:p w:rsidR="00DD2D7C" w:rsidRDefault="00DD2D7C" w:rsidP="00DD2D7C"/>
    <w:p w:rsidR="00DD2D7C" w:rsidRDefault="00DD2D7C" w:rsidP="00DD2D7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Describe what working for others means?</w:t>
      </w:r>
    </w:p>
    <w:p w:rsidR="00DD2D7C" w:rsidRDefault="00DD2D7C" w:rsidP="00DD2D7C"/>
    <w:p w:rsidR="00DD2D7C" w:rsidRDefault="00DD2D7C" w:rsidP="00DD2D7C"/>
    <w:p w:rsidR="00DD2D7C" w:rsidRDefault="00DD2D7C" w:rsidP="00DD2D7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List 5 factors that can influence job prospects and your wage or salary.</w:t>
      </w:r>
    </w:p>
    <w:p w:rsidR="00DD2D7C" w:rsidRDefault="00DD2D7C" w:rsidP="00DD2D7C">
      <w:pPr>
        <w:pStyle w:val="ListParagraph"/>
        <w:rPr>
          <w:lang w:val="en-CA"/>
        </w:rPr>
      </w:pPr>
    </w:p>
    <w:p w:rsidR="00DD2D7C" w:rsidRDefault="00DD2D7C" w:rsidP="00DD2D7C">
      <w:pPr>
        <w:pStyle w:val="ListParagraph"/>
        <w:ind w:left="1440"/>
        <w:rPr>
          <w:lang w:val="en-CA"/>
        </w:rPr>
      </w:pPr>
    </w:p>
    <w:p w:rsidR="00DD2D7C" w:rsidRDefault="00DD2D7C" w:rsidP="00DD2D7C">
      <w:pPr>
        <w:pStyle w:val="ListParagraph"/>
        <w:ind w:left="1440"/>
        <w:rPr>
          <w:lang w:val="en-CA"/>
        </w:rPr>
      </w:pPr>
    </w:p>
    <w:p w:rsidR="00DD2D7C" w:rsidRDefault="00DD2D7C" w:rsidP="00DD2D7C">
      <w:pPr>
        <w:pStyle w:val="ListParagraph"/>
        <w:ind w:left="1440"/>
        <w:rPr>
          <w:lang w:val="en-CA"/>
        </w:rPr>
      </w:pPr>
    </w:p>
    <w:p w:rsidR="00DD2D7C" w:rsidRDefault="00DD2D7C" w:rsidP="00DD2D7C">
      <w:pPr>
        <w:pStyle w:val="ListParagraph"/>
        <w:ind w:left="1440"/>
        <w:rPr>
          <w:lang w:val="en-CA"/>
        </w:rPr>
      </w:pPr>
    </w:p>
    <w:p w:rsidR="00DD2D7C" w:rsidRDefault="00DD2D7C" w:rsidP="00DD2D7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are benefits?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DD2D7C" w:rsidRDefault="00DD2D7C" w:rsidP="00DD2D7C">
      <w:pPr>
        <w:pStyle w:val="ListParagraph"/>
        <w:numPr>
          <w:ilvl w:val="1"/>
          <w:numId w:val="1"/>
        </w:numPr>
        <w:rPr>
          <w:lang w:val="en-CA"/>
        </w:rPr>
      </w:pPr>
      <w:r>
        <w:rPr>
          <w:lang w:val="en-CA"/>
        </w:rPr>
        <w:t xml:space="preserve">Give 5 examples of benefits you could receive from an employer and why each benefit may be important to you. </w:t>
      </w:r>
      <w:r>
        <w:rPr>
          <w:lang w:val="en-CA"/>
        </w:rPr>
        <w:br/>
      </w:r>
    </w:p>
    <w:p w:rsidR="00DD2D7C" w:rsidRDefault="00DD2D7C" w:rsidP="00DD2D7C">
      <w:pPr>
        <w:pStyle w:val="ListParagraph"/>
        <w:ind w:left="1440"/>
        <w:rPr>
          <w:lang w:val="en-CA"/>
        </w:rPr>
      </w:pPr>
    </w:p>
    <w:p w:rsidR="00DD2D7C" w:rsidRDefault="00DD2D7C" w:rsidP="00DD2D7C">
      <w:pPr>
        <w:pStyle w:val="ListParagraph"/>
        <w:ind w:left="1440"/>
        <w:rPr>
          <w:lang w:val="en-CA"/>
        </w:rPr>
      </w:pPr>
    </w:p>
    <w:p w:rsidR="00DD2D7C" w:rsidRDefault="00DD2D7C" w:rsidP="00DD2D7C">
      <w:pPr>
        <w:pStyle w:val="ListParagraph"/>
        <w:ind w:left="1440"/>
        <w:rPr>
          <w:lang w:val="en-CA"/>
        </w:rPr>
      </w:pPr>
    </w:p>
    <w:p w:rsidR="00DD2D7C" w:rsidRDefault="00DD2D7C" w:rsidP="00DD2D7C">
      <w:pPr>
        <w:pStyle w:val="ListParagraph"/>
        <w:ind w:left="1440"/>
        <w:rPr>
          <w:lang w:val="en-CA"/>
        </w:rPr>
      </w:pPr>
    </w:p>
    <w:p w:rsidR="00DD2D7C" w:rsidRDefault="00DD2D7C" w:rsidP="00DD2D7C">
      <w:pPr>
        <w:pStyle w:val="ListParagraph"/>
        <w:ind w:left="1440"/>
        <w:rPr>
          <w:lang w:val="en-CA"/>
        </w:rPr>
      </w:pPr>
    </w:p>
    <w:p w:rsidR="00DD2D7C" w:rsidRDefault="00DD2D7C" w:rsidP="00DD2D7C">
      <w:pPr>
        <w:pStyle w:val="ListParagraph"/>
        <w:ind w:left="1440"/>
        <w:rPr>
          <w:lang w:val="en-CA"/>
        </w:rPr>
      </w:pPr>
    </w:p>
    <w:p w:rsidR="00DD2D7C" w:rsidRDefault="00DD2D7C" w:rsidP="00DD2D7C">
      <w:pPr>
        <w:pStyle w:val="ListParagraph"/>
        <w:ind w:left="1440"/>
        <w:rPr>
          <w:lang w:val="en-CA"/>
        </w:rPr>
      </w:pPr>
      <w:r>
        <w:rPr>
          <w:lang w:val="en-CA"/>
        </w:rPr>
        <w:br/>
      </w:r>
      <w:r>
        <w:rPr>
          <w:lang w:val="en-CA"/>
        </w:rPr>
        <w:br/>
      </w:r>
    </w:p>
    <w:p w:rsidR="00DD2D7C" w:rsidRDefault="00DD2D7C" w:rsidP="00DD2D7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is an Entrepreneur? 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DD2D7C" w:rsidRDefault="00DD2D7C" w:rsidP="00DD2D7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is investment income? Give an example of how you can make money on an investment. 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lastRenderedPageBreak/>
        <w:br/>
      </w:r>
      <w:r>
        <w:rPr>
          <w:lang w:val="en-CA"/>
        </w:rPr>
        <w:br/>
      </w:r>
    </w:p>
    <w:p w:rsidR="00DD2D7C" w:rsidRDefault="00DD2D7C" w:rsidP="00DD2D7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is interest? How can interest make you money?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DD2D7C" w:rsidRDefault="00DD2D7C" w:rsidP="00DD2D7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 xml:space="preserve">What is inheritance? 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DD2D7C" w:rsidRDefault="00DD2D7C" w:rsidP="00DD2D7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What is Government Transfers? Give some examples of Government Transfers income.</w:t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  <w:r>
        <w:rPr>
          <w:lang w:val="en-CA"/>
        </w:rPr>
        <w:br/>
      </w:r>
    </w:p>
    <w:p w:rsidR="00DD2D7C" w:rsidRDefault="00DD2D7C" w:rsidP="00DD2D7C">
      <w:pPr>
        <w:pStyle w:val="ListParagraph"/>
        <w:numPr>
          <w:ilvl w:val="0"/>
          <w:numId w:val="1"/>
        </w:numPr>
        <w:rPr>
          <w:lang w:val="en-CA"/>
        </w:rPr>
      </w:pPr>
      <w:r>
        <w:rPr>
          <w:lang w:val="en-CA"/>
        </w:rPr>
        <w:t>Are lotteries and gambling legitimate forms of income?</w:t>
      </w:r>
    </w:p>
    <w:p w:rsidR="0065071B" w:rsidRDefault="0065071B">
      <w:bookmarkStart w:id="0" w:name="_GoBack"/>
      <w:bookmarkEnd w:id="0"/>
    </w:p>
    <w:sectPr w:rsidR="006507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F20C38"/>
    <w:multiLevelType w:val="hybridMultilevel"/>
    <w:tmpl w:val="C46E4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D7C"/>
    <w:rsid w:val="0065071B"/>
    <w:rsid w:val="00DD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5DB553-734E-4EC0-A938-C333E4AB1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D7C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D7C"/>
    <w:pPr>
      <w:spacing w:after="160" w:line="256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CBA48EC9.dotm</Template>
  <TotalTime>1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1</cp:revision>
  <dcterms:created xsi:type="dcterms:W3CDTF">2016-11-17T16:30:00Z</dcterms:created>
  <dcterms:modified xsi:type="dcterms:W3CDTF">2016-11-17T16:31:00Z</dcterms:modified>
</cp:coreProperties>
</file>